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B6104" w14:textId="77777777" w:rsidR="00574AD4" w:rsidRPr="00FA75F8" w:rsidRDefault="00574AD4" w:rsidP="00E70BD4">
      <w:pPr>
        <w:jc w:val="both"/>
        <w:rPr>
          <w:sz w:val="22"/>
          <w:szCs w:val="22"/>
        </w:rPr>
      </w:pPr>
    </w:p>
    <w:p w14:paraId="04959F83" w14:textId="77777777" w:rsidR="00E70BD4" w:rsidRPr="00FA75F8" w:rsidRDefault="00E70BD4" w:rsidP="00E70BD4">
      <w:pPr>
        <w:jc w:val="both"/>
        <w:rPr>
          <w:sz w:val="22"/>
          <w:szCs w:val="22"/>
        </w:rPr>
      </w:pPr>
    </w:p>
    <w:p w14:paraId="7B151BE2" w14:textId="77777777" w:rsidR="00E70BD4" w:rsidRPr="00FA75F8" w:rsidRDefault="00E70BD4" w:rsidP="00E70BD4">
      <w:pPr>
        <w:jc w:val="both"/>
        <w:rPr>
          <w:sz w:val="22"/>
          <w:szCs w:val="22"/>
        </w:rPr>
      </w:pPr>
    </w:p>
    <w:p w14:paraId="73DBAF40" w14:textId="657D85C8" w:rsidR="00E70BD4" w:rsidRPr="00FA75F8" w:rsidRDefault="00F77E83" w:rsidP="00F77E83">
      <w:pPr>
        <w:tabs>
          <w:tab w:val="left" w:pos="6237"/>
        </w:tabs>
        <w:jc w:val="both"/>
        <w:rPr>
          <w:sz w:val="22"/>
          <w:szCs w:val="22"/>
        </w:rPr>
      </w:pPr>
      <w:r w:rsidRPr="00F77E83">
        <w:rPr>
          <w:sz w:val="22"/>
          <w:szCs w:val="22"/>
        </w:rPr>
        <w:t>Meelis Viks</w:t>
      </w:r>
      <w:r w:rsidR="00E70BD4" w:rsidRPr="00FA75F8">
        <w:rPr>
          <w:sz w:val="22"/>
          <w:szCs w:val="22"/>
        </w:rPr>
        <w:t xml:space="preserve"> </w:t>
      </w:r>
      <w:r w:rsidR="00E70BD4" w:rsidRPr="00FA75F8">
        <w:rPr>
          <w:sz w:val="22"/>
          <w:szCs w:val="22"/>
        </w:rPr>
        <w:tab/>
        <w:t xml:space="preserve">Teie </w:t>
      </w:r>
      <w:r>
        <w:rPr>
          <w:sz w:val="22"/>
          <w:szCs w:val="22"/>
        </w:rPr>
        <w:t>13</w:t>
      </w:r>
      <w:r w:rsidR="00E70BD4" w:rsidRPr="00FA75F8">
        <w:rPr>
          <w:sz w:val="22"/>
          <w:szCs w:val="22"/>
        </w:rPr>
        <w:t>.0</w:t>
      </w:r>
      <w:r>
        <w:rPr>
          <w:sz w:val="22"/>
          <w:szCs w:val="22"/>
        </w:rPr>
        <w:t>2</w:t>
      </w:r>
      <w:r w:rsidR="00E70BD4" w:rsidRPr="00FA75F8">
        <w:rPr>
          <w:sz w:val="22"/>
          <w:szCs w:val="22"/>
        </w:rPr>
        <w:t>.202</w:t>
      </w:r>
      <w:r>
        <w:rPr>
          <w:sz w:val="22"/>
          <w:szCs w:val="22"/>
        </w:rPr>
        <w:t>5</w:t>
      </w:r>
      <w:r w:rsidR="00E70BD4" w:rsidRPr="00FA75F8">
        <w:rPr>
          <w:sz w:val="22"/>
          <w:szCs w:val="22"/>
        </w:rPr>
        <w:t xml:space="preserve"> nr </w:t>
      </w:r>
      <w:r w:rsidRPr="00F77E83">
        <w:rPr>
          <w:sz w:val="22"/>
          <w:szCs w:val="22"/>
        </w:rPr>
        <w:t>7.3-5.5/912</w:t>
      </w:r>
    </w:p>
    <w:p w14:paraId="4DDF17B8" w14:textId="4A74C19D" w:rsidR="00E70BD4" w:rsidRPr="00FA75F8" w:rsidRDefault="00F77E83" w:rsidP="00E70BD4">
      <w:pPr>
        <w:tabs>
          <w:tab w:val="left" w:pos="6804"/>
        </w:tabs>
        <w:jc w:val="both"/>
        <w:rPr>
          <w:sz w:val="22"/>
          <w:szCs w:val="22"/>
        </w:rPr>
      </w:pPr>
      <w:r w:rsidRPr="00F77E83">
        <w:rPr>
          <w:sz w:val="22"/>
          <w:szCs w:val="22"/>
        </w:rPr>
        <w:t>Lääne päästekeskus</w:t>
      </w:r>
    </w:p>
    <w:p w14:paraId="029DD639" w14:textId="646BBD15" w:rsidR="00E70BD4" w:rsidRPr="00FA75F8" w:rsidRDefault="00E70BD4" w:rsidP="00F77E83">
      <w:pPr>
        <w:tabs>
          <w:tab w:val="left" w:pos="6237"/>
        </w:tabs>
        <w:jc w:val="both"/>
        <w:rPr>
          <w:sz w:val="22"/>
          <w:szCs w:val="22"/>
        </w:rPr>
      </w:pPr>
      <w:r w:rsidRPr="00FA75F8">
        <w:rPr>
          <w:sz w:val="22"/>
          <w:szCs w:val="22"/>
        </w:rPr>
        <w:tab/>
        <w:t xml:space="preserve">Meie </w:t>
      </w:r>
      <w:r w:rsidR="00F77E83">
        <w:rPr>
          <w:sz w:val="22"/>
          <w:szCs w:val="22"/>
        </w:rPr>
        <w:t>04</w:t>
      </w:r>
      <w:r w:rsidRPr="00FA75F8">
        <w:rPr>
          <w:sz w:val="22"/>
          <w:szCs w:val="22"/>
        </w:rPr>
        <w:t>.0</w:t>
      </w:r>
      <w:r w:rsidR="00F77E83">
        <w:rPr>
          <w:sz w:val="22"/>
          <w:szCs w:val="22"/>
        </w:rPr>
        <w:t>3</w:t>
      </w:r>
      <w:r w:rsidRPr="00FA75F8">
        <w:rPr>
          <w:sz w:val="22"/>
          <w:szCs w:val="22"/>
        </w:rPr>
        <w:t>.202</w:t>
      </w:r>
      <w:r w:rsidR="00F77E83">
        <w:rPr>
          <w:sz w:val="22"/>
          <w:szCs w:val="22"/>
        </w:rPr>
        <w:t>5</w:t>
      </w:r>
      <w:r w:rsidRPr="00FA75F8">
        <w:rPr>
          <w:sz w:val="22"/>
          <w:szCs w:val="22"/>
        </w:rPr>
        <w:t xml:space="preserve"> nr </w:t>
      </w:r>
      <w:r w:rsidR="00F77E83" w:rsidRPr="00F77E83">
        <w:rPr>
          <w:sz w:val="22"/>
          <w:szCs w:val="22"/>
        </w:rPr>
        <w:t>12-14/1-37</w:t>
      </w:r>
    </w:p>
    <w:p w14:paraId="7C2FFD27" w14:textId="77777777" w:rsidR="00E70BD4" w:rsidRPr="00FA75F8" w:rsidRDefault="00E70BD4" w:rsidP="00E70BD4">
      <w:pPr>
        <w:jc w:val="both"/>
        <w:rPr>
          <w:sz w:val="22"/>
          <w:szCs w:val="22"/>
        </w:rPr>
      </w:pPr>
    </w:p>
    <w:p w14:paraId="580FC711" w14:textId="77777777" w:rsidR="00E70BD4" w:rsidRPr="00FA75F8" w:rsidRDefault="00E70BD4" w:rsidP="00E70BD4">
      <w:pPr>
        <w:jc w:val="both"/>
        <w:rPr>
          <w:sz w:val="22"/>
          <w:szCs w:val="22"/>
        </w:rPr>
      </w:pPr>
    </w:p>
    <w:p w14:paraId="7054B85B" w14:textId="77777777" w:rsidR="00E70BD4" w:rsidRDefault="00E70BD4" w:rsidP="00E70BD4">
      <w:pPr>
        <w:jc w:val="both"/>
        <w:rPr>
          <w:sz w:val="22"/>
          <w:szCs w:val="22"/>
        </w:rPr>
      </w:pPr>
    </w:p>
    <w:p w14:paraId="7D316B73" w14:textId="77777777" w:rsidR="00FA75F8" w:rsidRPr="00FA75F8" w:rsidRDefault="00FA75F8" w:rsidP="00E70BD4">
      <w:pPr>
        <w:jc w:val="both"/>
        <w:rPr>
          <w:sz w:val="22"/>
          <w:szCs w:val="22"/>
        </w:rPr>
      </w:pPr>
    </w:p>
    <w:p w14:paraId="34CC0E97" w14:textId="77777777" w:rsidR="00F77E83" w:rsidRPr="00F77E83" w:rsidRDefault="00F77E83" w:rsidP="00E70BD4">
      <w:pPr>
        <w:jc w:val="both"/>
        <w:rPr>
          <w:b/>
          <w:bCs/>
          <w:sz w:val="22"/>
          <w:szCs w:val="22"/>
        </w:rPr>
      </w:pPr>
      <w:r w:rsidRPr="00F77E83">
        <w:rPr>
          <w:b/>
          <w:bCs/>
          <w:sz w:val="22"/>
          <w:szCs w:val="22"/>
        </w:rPr>
        <w:t>Omavalitsuse hädaolukordade lahendamise plaanide</w:t>
      </w:r>
    </w:p>
    <w:p w14:paraId="6BF4064C" w14:textId="135880D0" w:rsidR="006058DE" w:rsidRPr="00F77E83" w:rsidRDefault="00F77E83" w:rsidP="00E70BD4">
      <w:pPr>
        <w:jc w:val="both"/>
        <w:rPr>
          <w:b/>
          <w:bCs/>
          <w:sz w:val="22"/>
          <w:szCs w:val="22"/>
        </w:rPr>
      </w:pPr>
      <w:r w:rsidRPr="00F77E83">
        <w:rPr>
          <w:b/>
          <w:bCs/>
          <w:sz w:val="22"/>
          <w:szCs w:val="22"/>
        </w:rPr>
        <w:t>(HOLP)</w:t>
      </w:r>
      <w:r w:rsidRPr="00F77E83">
        <w:rPr>
          <w:b/>
          <w:bCs/>
          <w:sz w:val="22"/>
          <w:szCs w:val="22"/>
        </w:rPr>
        <w:t xml:space="preserve"> hindami</w:t>
      </w:r>
      <w:r w:rsidRPr="00F77E83">
        <w:rPr>
          <w:b/>
          <w:bCs/>
          <w:sz w:val="22"/>
          <w:szCs w:val="22"/>
        </w:rPr>
        <w:t>sest</w:t>
      </w:r>
    </w:p>
    <w:p w14:paraId="0BA284A1" w14:textId="77777777" w:rsidR="00EC0FC1" w:rsidRPr="00FA75F8" w:rsidRDefault="00EC0FC1" w:rsidP="00E70BD4">
      <w:pPr>
        <w:jc w:val="both"/>
        <w:rPr>
          <w:sz w:val="22"/>
          <w:szCs w:val="22"/>
        </w:rPr>
      </w:pPr>
    </w:p>
    <w:p w14:paraId="74C6C111" w14:textId="77777777" w:rsidR="004C71F2" w:rsidRPr="00FA75F8" w:rsidRDefault="004C71F2" w:rsidP="004C71F2">
      <w:pPr>
        <w:jc w:val="both"/>
        <w:rPr>
          <w:sz w:val="22"/>
          <w:szCs w:val="22"/>
        </w:rPr>
      </w:pPr>
    </w:p>
    <w:p w14:paraId="07E9AC4E" w14:textId="1441A82C" w:rsidR="004C71F2" w:rsidRPr="00FA75F8" w:rsidRDefault="00F77E83" w:rsidP="004C71F2">
      <w:pPr>
        <w:jc w:val="both"/>
        <w:rPr>
          <w:sz w:val="22"/>
          <w:szCs w:val="22"/>
        </w:rPr>
      </w:pPr>
      <w:r>
        <w:rPr>
          <w:sz w:val="22"/>
          <w:szCs w:val="22"/>
        </w:rPr>
        <w:t>Rapla Vallavalitsus</w:t>
      </w:r>
      <w:r w:rsidRPr="00F77E83">
        <w:rPr>
          <w:sz w:val="22"/>
          <w:szCs w:val="22"/>
        </w:rPr>
        <w:t xml:space="preserve"> on koostanud ja kooskõlastanud Päästeametiga vastavalt hädaolukordade lahendamise seadusele hädaolukordade lahendamise plaani</w:t>
      </w:r>
      <w:r>
        <w:rPr>
          <w:sz w:val="22"/>
          <w:szCs w:val="22"/>
        </w:rPr>
        <w:t xml:space="preserve"> rohkem, kui kaks aastat tagasi.</w:t>
      </w:r>
    </w:p>
    <w:p w14:paraId="2A83DB05" w14:textId="77777777" w:rsidR="004C71F2" w:rsidRPr="00FA75F8" w:rsidRDefault="004C71F2" w:rsidP="004C71F2">
      <w:pPr>
        <w:jc w:val="both"/>
        <w:rPr>
          <w:sz w:val="22"/>
          <w:szCs w:val="22"/>
        </w:rPr>
      </w:pPr>
    </w:p>
    <w:p w14:paraId="1F760883" w14:textId="72F6A2AA" w:rsidR="004C71F2" w:rsidRPr="00FA75F8" w:rsidRDefault="00F77E83" w:rsidP="004C71F2">
      <w:pPr>
        <w:jc w:val="both"/>
        <w:rPr>
          <w:sz w:val="22"/>
          <w:szCs w:val="22"/>
        </w:rPr>
      </w:pPr>
      <w:r w:rsidRPr="00F77E83">
        <w:rPr>
          <w:sz w:val="22"/>
          <w:szCs w:val="22"/>
        </w:rPr>
        <w:t xml:space="preserve">Vastavalt §15 lg3 kehtestatud määruse nr 78 §5 lg2-le </w:t>
      </w:r>
      <w:r>
        <w:rPr>
          <w:sz w:val="22"/>
          <w:szCs w:val="22"/>
        </w:rPr>
        <w:t>on</w:t>
      </w:r>
      <w:r w:rsidRPr="00F77E83">
        <w:rPr>
          <w:sz w:val="22"/>
          <w:szCs w:val="22"/>
        </w:rPr>
        <w:t xml:space="preserve"> Rapla Vallavalitsus</w:t>
      </w:r>
      <w:r>
        <w:rPr>
          <w:sz w:val="22"/>
          <w:szCs w:val="22"/>
        </w:rPr>
        <w:t>el</w:t>
      </w:r>
      <w:r w:rsidRPr="00F77E83">
        <w:rPr>
          <w:sz w:val="22"/>
          <w:szCs w:val="22"/>
        </w:rPr>
        <w:t xml:space="preserve"> vähemalt kord kahe aasta jooksul </w:t>
      </w:r>
      <w:r>
        <w:rPr>
          <w:sz w:val="22"/>
          <w:szCs w:val="22"/>
        </w:rPr>
        <w:t xml:space="preserve">kohustus </w:t>
      </w:r>
      <w:r w:rsidRPr="00F77E83">
        <w:rPr>
          <w:sz w:val="22"/>
          <w:szCs w:val="22"/>
        </w:rPr>
        <w:t>plaan üle vaadata ja hinnata selle toimimist, vajadusel seda täiendada või täpsustada.</w:t>
      </w:r>
    </w:p>
    <w:p w14:paraId="0E315E30" w14:textId="77777777" w:rsidR="004C71F2" w:rsidRPr="00FA75F8" w:rsidRDefault="004C71F2" w:rsidP="004C71F2">
      <w:pPr>
        <w:jc w:val="both"/>
        <w:rPr>
          <w:sz w:val="22"/>
          <w:szCs w:val="22"/>
        </w:rPr>
      </w:pPr>
    </w:p>
    <w:p w14:paraId="3A6CD9AC" w14:textId="73B36CF5" w:rsidR="004C71F2" w:rsidRPr="00F77E83" w:rsidRDefault="00F77E83" w:rsidP="00F77E83">
      <w:pPr>
        <w:jc w:val="both"/>
        <w:rPr>
          <w:sz w:val="22"/>
          <w:szCs w:val="22"/>
        </w:rPr>
      </w:pPr>
      <w:r w:rsidRPr="00F77E83">
        <w:rPr>
          <w:sz w:val="22"/>
          <w:szCs w:val="22"/>
        </w:rPr>
        <w:t>Ole</w:t>
      </w:r>
      <w:r>
        <w:rPr>
          <w:sz w:val="22"/>
          <w:szCs w:val="22"/>
        </w:rPr>
        <w:t>me Rapla Vallavalitsuses eri</w:t>
      </w:r>
      <w:r w:rsidR="00C61915">
        <w:rPr>
          <w:sz w:val="22"/>
          <w:szCs w:val="22"/>
        </w:rPr>
        <w:t>n</w:t>
      </w:r>
      <w:r>
        <w:rPr>
          <w:sz w:val="22"/>
          <w:szCs w:val="22"/>
        </w:rPr>
        <w:t>evate õppuste käigus (</w:t>
      </w:r>
      <w:r w:rsidR="00C61915" w:rsidRPr="00C61915">
        <w:rPr>
          <w:sz w:val="22"/>
          <w:szCs w:val="22"/>
        </w:rPr>
        <w:t>"KOV - 79 SÄRTSU"</w:t>
      </w:r>
      <w:r w:rsidR="00C61915">
        <w:rPr>
          <w:sz w:val="22"/>
          <w:szCs w:val="22"/>
        </w:rPr>
        <w:t xml:space="preserve">, </w:t>
      </w:r>
      <w:r>
        <w:rPr>
          <w:sz w:val="22"/>
          <w:szCs w:val="22"/>
        </w:rPr>
        <w:t>DELA23, DELA24</w:t>
      </w:r>
      <w:r w:rsidR="00C61915">
        <w:rPr>
          <w:sz w:val="22"/>
          <w:szCs w:val="22"/>
        </w:rPr>
        <w:t xml:space="preserve">) HOLPi kasutanud ja veendunud, et </w:t>
      </w:r>
      <w:r w:rsidR="00C61915" w:rsidRPr="00C61915">
        <w:rPr>
          <w:sz w:val="22"/>
          <w:szCs w:val="22"/>
        </w:rPr>
        <w:t xml:space="preserve">plaan </w:t>
      </w:r>
      <w:r w:rsidR="00C61915">
        <w:rPr>
          <w:sz w:val="22"/>
          <w:szCs w:val="22"/>
        </w:rPr>
        <w:t xml:space="preserve">on </w:t>
      </w:r>
      <w:r w:rsidR="00C61915" w:rsidRPr="00C61915">
        <w:rPr>
          <w:sz w:val="22"/>
          <w:szCs w:val="22"/>
        </w:rPr>
        <w:t>olemuslikult kasutatav</w:t>
      </w:r>
      <w:r w:rsidR="00C61915">
        <w:rPr>
          <w:sz w:val="22"/>
          <w:szCs w:val="22"/>
        </w:rPr>
        <w:t xml:space="preserve">. </w:t>
      </w:r>
      <w:r w:rsidR="00C61915" w:rsidRPr="00C61915">
        <w:rPr>
          <w:sz w:val="22"/>
          <w:szCs w:val="22"/>
        </w:rPr>
        <w:t>Rapla valla turvalisuse arenguprogrammi</w:t>
      </w:r>
      <w:r w:rsidR="00C61915">
        <w:rPr>
          <w:sz w:val="22"/>
          <w:szCs w:val="22"/>
        </w:rPr>
        <w:t xml:space="preserve"> raames</w:t>
      </w:r>
      <w:r w:rsidR="00BF0F88">
        <w:rPr>
          <w:sz w:val="22"/>
          <w:szCs w:val="22"/>
        </w:rPr>
        <w:t xml:space="preserve"> 2024-2025</w:t>
      </w:r>
      <w:r w:rsidR="00C61915">
        <w:rPr>
          <w:sz w:val="22"/>
          <w:szCs w:val="22"/>
        </w:rPr>
        <w:t xml:space="preserve"> on eesmärk HOLPi </w:t>
      </w:r>
      <w:r w:rsidR="00BF0F88">
        <w:rPr>
          <w:sz w:val="22"/>
          <w:szCs w:val="22"/>
        </w:rPr>
        <w:t xml:space="preserve">täiendada, et plaan oleks </w:t>
      </w:r>
      <w:r w:rsidR="00BF0F88" w:rsidRPr="00BF0F88">
        <w:rPr>
          <w:sz w:val="22"/>
          <w:szCs w:val="22"/>
        </w:rPr>
        <w:t>kooskõlas tegelike asjaoludega</w:t>
      </w:r>
      <w:r w:rsidR="00BF0F88">
        <w:rPr>
          <w:sz w:val="22"/>
          <w:szCs w:val="22"/>
        </w:rPr>
        <w:t>, et</w:t>
      </w:r>
      <w:r w:rsidR="00BF0F88" w:rsidRPr="00BF0F88">
        <w:rPr>
          <w:sz w:val="22"/>
          <w:szCs w:val="22"/>
        </w:rPr>
        <w:t xml:space="preserve"> võimalda hädaolukor</w:t>
      </w:r>
      <w:r w:rsidR="00BF0F88">
        <w:rPr>
          <w:sz w:val="22"/>
          <w:szCs w:val="22"/>
        </w:rPr>
        <w:t>rad</w:t>
      </w:r>
      <w:r w:rsidR="00BF0F88" w:rsidRPr="00BF0F88">
        <w:rPr>
          <w:sz w:val="22"/>
          <w:szCs w:val="22"/>
        </w:rPr>
        <w:t xml:space="preserve"> piisavalt kiiresti ja tulemuslikult lahendada.</w:t>
      </w:r>
    </w:p>
    <w:p w14:paraId="7CE77E63" w14:textId="77777777" w:rsidR="004C71F2" w:rsidRPr="00FA75F8" w:rsidRDefault="004C71F2" w:rsidP="004C71F2">
      <w:pPr>
        <w:jc w:val="both"/>
        <w:rPr>
          <w:sz w:val="22"/>
          <w:szCs w:val="22"/>
        </w:rPr>
      </w:pPr>
    </w:p>
    <w:p w14:paraId="57E8932D" w14:textId="77777777" w:rsidR="004C71F2" w:rsidRPr="00FA75F8" w:rsidRDefault="004C71F2" w:rsidP="004C71F2">
      <w:pPr>
        <w:jc w:val="both"/>
        <w:rPr>
          <w:sz w:val="22"/>
          <w:szCs w:val="22"/>
        </w:rPr>
      </w:pPr>
    </w:p>
    <w:p w14:paraId="1062FEE4" w14:textId="77777777" w:rsidR="004C71F2" w:rsidRPr="00FA75F8" w:rsidRDefault="004C71F2" w:rsidP="004C71F2">
      <w:pPr>
        <w:jc w:val="both"/>
        <w:rPr>
          <w:sz w:val="22"/>
          <w:szCs w:val="22"/>
        </w:rPr>
      </w:pPr>
      <w:r w:rsidRPr="00FA75F8">
        <w:rPr>
          <w:sz w:val="22"/>
          <w:szCs w:val="22"/>
        </w:rPr>
        <w:t>Lugupidamisega</w:t>
      </w:r>
    </w:p>
    <w:p w14:paraId="40D926A0" w14:textId="77777777" w:rsidR="004C71F2" w:rsidRPr="00FA75F8" w:rsidRDefault="004C71F2" w:rsidP="004C71F2">
      <w:pPr>
        <w:jc w:val="both"/>
        <w:rPr>
          <w:sz w:val="22"/>
          <w:szCs w:val="22"/>
        </w:rPr>
      </w:pPr>
    </w:p>
    <w:p w14:paraId="65ABB1FF" w14:textId="77777777" w:rsidR="004C71F2" w:rsidRPr="00FA75F8" w:rsidRDefault="004C71F2" w:rsidP="004C71F2">
      <w:pPr>
        <w:jc w:val="both"/>
        <w:rPr>
          <w:sz w:val="22"/>
          <w:szCs w:val="22"/>
        </w:rPr>
      </w:pPr>
    </w:p>
    <w:p w14:paraId="06D876BB" w14:textId="77777777" w:rsidR="004C71F2" w:rsidRPr="00FA75F8" w:rsidRDefault="004C71F2" w:rsidP="004C71F2">
      <w:pPr>
        <w:jc w:val="both"/>
        <w:rPr>
          <w:sz w:val="22"/>
          <w:szCs w:val="22"/>
        </w:rPr>
      </w:pPr>
      <w:r w:rsidRPr="00FA75F8">
        <w:rPr>
          <w:sz w:val="22"/>
          <w:szCs w:val="22"/>
        </w:rPr>
        <w:t>(allkirjastatud digitaalselt)</w:t>
      </w:r>
    </w:p>
    <w:p w14:paraId="394F9769" w14:textId="77777777" w:rsidR="004C71F2" w:rsidRPr="00FA75F8" w:rsidRDefault="004C71F2" w:rsidP="004C71F2">
      <w:pPr>
        <w:jc w:val="both"/>
        <w:rPr>
          <w:sz w:val="22"/>
          <w:szCs w:val="22"/>
        </w:rPr>
      </w:pPr>
    </w:p>
    <w:p w14:paraId="3D7068D1" w14:textId="6DA0CD6D" w:rsidR="004C71F2" w:rsidRPr="00FA75F8" w:rsidRDefault="00BF0F88" w:rsidP="004C71F2">
      <w:pPr>
        <w:jc w:val="both"/>
        <w:rPr>
          <w:sz w:val="22"/>
          <w:szCs w:val="22"/>
        </w:rPr>
      </w:pPr>
      <w:r>
        <w:rPr>
          <w:sz w:val="22"/>
          <w:szCs w:val="22"/>
        </w:rPr>
        <w:t>Gert Villard</w:t>
      </w:r>
    </w:p>
    <w:p w14:paraId="1C71F351" w14:textId="20A95BF5" w:rsidR="004C71F2" w:rsidRPr="00FA75F8" w:rsidRDefault="00BF0F88" w:rsidP="004C71F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Rapla </w:t>
      </w:r>
      <w:r w:rsidR="004C71F2" w:rsidRPr="00FA75F8">
        <w:rPr>
          <w:sz w:val="22"/>
          <w:szCs w:val="22"/>
        </w:rPr>
        <w:t>vallavanem</w:t>
      </w:r>
    </w:p>
    <w:p w14:paraId="01B16F30" w14:textId="148248EF" w:rsidR="00775872" w:rsidRPr="00FA75F8" w:rsidRDefault="00BF0F88" w:rsidP="00E70BD4">
      <w:pPr>
        <w:jc w:val="both"/>
        <w:rPr>
          <w:sz w:val="22"/>
          <w:szCs w:val="22"/>
        </w:rPr>
      </w:pPr>
      <w:r>
        <w:rPr>
          <w:sz w:val="22"/>
          <w:szCs w:val="22"/>
        </w:rPr>
        <w:t>Telefon: +3725177645</w:t>
      </w:r>
    </w:p>
    <w:sectPr w:rsidR="00775872" w:rsidRPr="00FA75F8" w:rsidSect="00B37ED8">
      <w:footerReference w:type="default" r:id="rId7"/>
      <w:headerReference w:type="first" r:id="rId8"/>
      <w:footerReference w:type="first" r:id="rId9"/>
      <w:pgSz w:w="11907" w:h="16840" w:code="9"/>
      <w:pgMar w:top="1418" w:right="1134" w:bottom="1418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CE550" w14:textId="77777777" w:rsidR="00837F1F" w:rsidRDefault="00837F1F">
      <w:r>
        <w:separator/>
      </w:r>
    </w:p>
  </w:endnote>
  <w:endnote w:type="continuationSeparator" w:id="0">
    <w:p w14:paraId="3011867D" w14:textId="77777777" w:rsidR="00837F1F" w:rsidRDefault="00837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00875" w14:textId="77777777" w:rsidR="00C93D45" w:rsidRPr="00C93D45" w:rsidRDefault="00C93D45" w:rsidP="00C93D45">
    <w:pPr>
      <w:pStyle w:val="Jalus"/>
      <w:jc w:val="center"/>
      <w:rPr>
        <w:sz w:val="24"/>
        <w:szCs w:val="24"/>
      </w:rPr>
    </w:pPr>
    <w:r w:rsidRPr="00C93D45">
      <w:rPr>
        <w:sz w:val="24"/>
        <w:szCs w:val="24"/>
      </w:rPr>
      <w:fldChar w:fldCharType="begin"/>
    </w:r>
    <w:r w:rsidRPr="00C93D45">
      <w:rPr>
        <w:sz w:val="24"/>
        <w:szCs w:val="24"/>
      </w:rPr>
      <w:instrText>PAGE   \* MERGEFORMAT</w:instrText>
    </w:r>
    <w:r w:rsidRPr="00C93D45">
      <w:rPr>
        <w:sz w:val="24"/>
        <w:szCs w:val="24"/>
      </w:rPr>
      <w:fldChar w:fldCharType="separate"/>
    </w:r>
    <w:r w:rsidR="00FA75F8">
      <w:rPr>
        <w:noProof/>
        <w:sz w:val="24"/>
        <w:szCs w:val="24"/>
      </w:rPr>
      <w:t>2</w:t>
    </w:r>
    <w:r w:rsidRPr="00C93D45">
      <w:rPr>
        <w:sz w:val="24"/>
        <w:szCs w:val="24"/>
      </w:rPr>
      <w:fldChar w:fldCharType="end"/>
    </w:r>
    <w:r w:rsidRPr="00C93D45">
      <w:rPr>
        <w:sz w:val="24"/>
        <w:szCs w:val="24"/>
      </w:rPr>
      <w:t xml:space="preserve"> (2)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CF76E" w14:textId="77777777" w:rsidR="009476FC" w:rsidRDefault="009476FC">
    <w:r>
      <w:t>__________________________________________________________________________________________</w:t>
    </w:r>
  </w:p>
  <w:tbl>
    <w:tblPr>
      <w:tblW w:w="9464" w:type="dxa"/>
      <w:tblLook w:val="04A0" w:firstRow="1" w:lastRow="0" w:firstColumn="1" w:lastColumn="0" w:noHBand="0" w:noVBand="1"/>
    </w:tblPr>
    <w:tblGrid>
      <w:gridCol w:w="3064"/>
      <w:gridCol w:w="3078"/>
      <w:gridCol w:w="3322"/>
    </w:tblGrid>
    <w:tr w:rsidR="000C3C90" w:rsidRPr="000C3C90" w14:paraId="719F739F" w14:textId="77777777" w:rsidTr="00F36192">
      <w:tc>
        <w:tcPr>
          <w:tcW w:w="3064" w:type="dxa"/>
          <w:hideMark/>
        </w:tcPr>
        <w:p w14:paraId="23DD0F4E" w14:textId="77777777" w:rsidR="000C3C90" w:rsidRPr="000C3C90" w:rsidRDefault="000C3C90" w:rsidP="004C71F2">
          <w:pPr>
            <w:pStyle w:val="Jalus"/>
            <w:ind w:left="-108"/>
          </w:pPr>
          <w:r w:rsidRPr="000C3C90">
            <w:t>Rapla Vallavalitsus</w:t>
          </w:r>
        </w:p>
      </w:tc>
      <w:tc>
        <w:tcPr>
          <w:tcW w:w="3078" w:type="dxa"/>
          <w:hideMark/>
        </w:tcPr>
        <w:p w14:paraId="72A0DCBA" w14:textId="77777777" w:rsidR="000C3C90" w:rsidRPr="000C3C90" w:rsidRDefault="000C3C90" w:rsidP="004C71F2">
          <w:pPr>
            <w:pStyle w:val="Jalus"/>
            <w:ind w:left="-108"/>
          </w:pPr>
          <w:r w:rsidRPr="000C3C90">
            <w:t>Tel 489 0510</w:t>
          </w:r>
        </w:p>
      </w:tc>
      <w:tc>
        <w:tcPr>
          <w:tcW w:w="3322" w:type="dxa"/>
          <w:hideMark/>
        </w:tcPr>
        <w:p w14:paraId="2040D105" w14:textId="77777777" w:rsidR="000C3C90" w:rsidRPr="000C3C90" w:rsidRDefault="000C3C90" w:rsidP="004C71F2">
          <w:pPr>
            <w:pStyle w:val="Jalus"/>
            <w:ind w:left="-108"/>
          </w:pPr>
          <w:r w:rsidRPr="000C3C90">
            <w:t xml:space="preserve">SEB </w:t>
          </w:r>
          <w:r w:rsidR="00DD0D5E">
            <w:t xml:space="preserve">          </w:t>
          </w:r>
          <w:r w:rsidRPr="000C3C90">
            <w:t>EE661010802000071007</w:t>
          </w:r>
        </w:p>
      </w:tc>
    </w:tr>
    <w:tr w:rsidR="000C3C90" w:rsidRPr="000C3C90" w14:paraId="68292621" w14:textId="77777777" w:rsidTr="00F36192">
      <w:tc>
        <w:tcPr>
          <w:tcW w:w="3064" w:type="dxa"/>
          <w:hideMark/>
        </w:tcPr>
        <w:p w14:paraId="0D238D8E" w14:textId="77777777" w:rsidR="000C3C90" w:rsidRPr="000C3C90" w:rsidRDefault="000C3C90" w:rsidP="004C71F2">
          <w:pPr>
            <w:pStyle w:val="Jalus"/>
            <w:ind w:left="-108"/>
          </w:pPr>
          <w:r w:rsidRPr="000C3C90">
            <w:t>Viljandi mnt 17</w:t>
          </w:r>
        </w:p>
      </w:tc>
      <w:tc>
        <w:tcPr>
          <w:tcW w:w="3078" w:type="dxa"/>
          <w:hideMark/>
        </w:tcPr>
        <w:p w14:paraId="27FA3E8E" w14:textId="77777777" w:rsidR="000C3C90" w:rsidRPr="000C3C90" w:rsidRDefault="000C3C90" w:rsidP="004C71F2">
          <w:pPr>
            <w:pStyle w:val="Jalus"/>
            <w:ind w:left="-108"/>
          </w:pPr>
          <w:r w:rsidRPr="00E70BD4">
            <w:t>rapla@rapla.ee</w:t>
          </w:r>
        </w:p>
      </w:tc>
      <w:tc>
        <w:tcPr>
          <w:tcW w:w="3322" w:type="dxa"/>
          <w:hideMark/>
        </w:tcPr>
        <w:p w14:paraId="463E8961" w14:textId="77777777" w:rsidR="000C3C90" w:rsidRPr="000C3C90" w:rsidRDefault="000C3C90" w:rsidP="004C71F2">
          <w:pPr>
            <w:pStyle w:val="Jalus"/>
            <w:ind w:left="-108"/>
          </w:pPr>
          <w:r w:rsidRPr="000C3C90">
            <w:t xml:space="preserve">SWED </w:t>
          </w:r>
          <w:r w:rsidR="00DD0D5E">
            <w:t xml:space="preserve">      </w:t>
          </w:r>
          <w:r w:rsidR="00E8223F" w:rsidRPr="00E8223F">
            <w:t>EE662200221068430132</w:t>
          </w:r>
        </w:p>
      </w:tc>
    </w:tr>
    <w:tr w:rsidR="000C3C90" w:rsidRPr="000C3C90" w14:paraId="7938336E" w14:textId="77777777" w:rsidTr="00F36192">
      <w:tc>
        <w:tcPr>
          <w:tcW w:w="3064" w:type="dxa"/>
          <w:hideMark/>
        </w:tcPr>
        <w:p w14:paraId="0DA89C4E" w14:textId="77777777" w:rsidR="000C3C90" w:rsidRPr="000C3C90" w:rsidRDefault="000C3C90" w:rsidP="004C71F2">
          <w:pPr>
            <w:pStyle w:val="Jalus"/>
            <w:ind w:left="-108"/>
          </w:pPr>
          <w:r w:rsidRPr="000C3C90">
            <w:t>79511 Rapla</w:t>
          </w:r>
        </w:p>
      </w:tc>
      <w:tc>
        <w:tcPr>
          <w:tcW w:w="3078" w:type="dxa"/>
          <w:hideMark/>
        </w:tcPr>
        <w:p w14:paraId="1881076C" w14:textId="77777777" w:rsidR="000C3C90" w:rsidRPr="000C3C90" w:rsidRDefault="00E5754A" w:rsidP="004C71F2">
          <w:pPr>
            <w:pStyle w:val="Jalus"/>
            <w:ind w:left="-108"/>
          </w:pPr>
          <w:r>
            <w:t>Registrikood 77000312</w:t>
          </w:r>
        </w:p>
      </w:tc>
      <w:tc>
        <w:tcPr>
          <w:tcW w:w="3322" w:type="dxa"/>
          <w:hideMark/>
        </w:tcPr>
        <w:p w14:paraId="29067EB8" w14:textId="77777777" w:rsidR="000C3C90" w:rsidRPr="000C3C90" w:rsidRDefault="000C3C90" w:rsidP="004C71F2">
          <w:pPr>
            <w:pStyle w:val="Jalus"/>
            <w:ind w:left="-108"/>
          </w:pPr>
        </w:p>
      </w:tc>
    </w:tr>
  </w:tbl>
  <w:p w14:paraId="7C19F3F3" w14:textId="77777777" w:rsidR="00574AD4" w:rsidRDefault="00574AD4" w:rsidP="00E70BD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29B4D" w14:textId="77777777" w:rsidR="00837F1F" w:rsidRDefault="00837F1F">
      <w:r>
        <w:separator/>
      </w:r>
    </w:p>
  </w:footnote>
  <w:footnote w:type="continuationSeparator" w:id="0">
    <w:p w14:paraId="42F8DD09" w14:textId="77777777" w:rsidR="00837F1F" w:rsidRDefault="00837F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0DE78" w14:textId="77777777" w:rsidR="00525B64" w:rsidRPr="002A2D6A" w:rsidRDefault="002A2D6A" w:rsidP="002A2D6A">
    <w:pPr>
      <w:pStyle w:val="Pis"/>
      <w:rPr>
        <w:szCs w:val="36"/>
      </w:rPr>
    </w:pPr>
    <w:r>
      <w:rPr>
        <w:szCs w:val="36"/>
      </w:rPr>
      <w:tab/>
    </w:r>
    <w:r w:rsidR="00E70BD4">
      <w:rPr>
        <w:noProof/>
        <w:lang w:eastAsia="et-EE"/>
      </w:rPr>
      <w:drawing>
        <wp:inline distT="0" distB="0" distL="0" distR="0" wp14:anchorId="0B456222" wp14:editId="7FD26BF8">
          <wp:extent cx="1558290" cy="1065530"/>
          <wp:effectExtent l="0" t="0" r="3810" b="1270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8290" cy="1065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90169"/>
    <w:multiLevelType w:val="hybridMultilevel"/>
    <w:tmpl w:val="9C141C0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08A58C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A5674A"/>
    <w:multiLevelType w:val="hybridMultilevel"/>
    <w:tmpl w:val="97DC65B8"/>
    <w:lvl w:ilvl="0" w:tplc="642E9C7A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073519E1"/>
    <w:multiLevelType w:val="hybridMultilevel"/>
    <w:tmpl w:val="45C88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7C417B9"/>
    <w:multiLevelType w:val="hybridMultilevel"/>
    <w:tmpl w:val="5330DD24"/>
    <w:lvl w:ilvl="0" w:tplc="17349784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47502F90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8013ADF"/>
    <w:multiLevelType w:val="hybridMultilevel"/>
    <w:tmpl w:val="D062BD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D7C7742"/>
    <w:multiLevelType w:val="hybridMultilevel"/>
    <w:tmpl w:val="F054762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41D56"/>
    <w:multiLevelType w:val="hybridMultilevel"/>
    <w:tmpl w:val="B59255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4617E4"/>
    <w:multiLevelType w:val="multilevel"/>
    <w:tmpl w:val="61321A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9" w15:restartNumberingAfterBreak="0">
    <w:nsid w:val="16CD6173"/>
    <w:multiLevelType w:val="singleLevel"/>
    <w:tmpl w:val="80EA24D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0" w15:restartNumberingAfterBreak="0">
    <w:nsid w:val="17B95918"/>
    <w:multiLevelType w:val="hybridMultilevel"/>
    <w:tmpl w:val="4A9249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9003E0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 w15:restartNumberingAfterBreak="0">
    <w:nsid w:val="1B792EA2"/>
    <w:multiLevelType w:val="hybridMultilevel"/>
    <w:tmpl w:val="D17AEB3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2610FB"/>
    <w:multiLevelType w:val="hybridMultilevel"/>
    <w:tmpl w:val="A260E86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3F17C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 w15:restartNumberingAfterBreak="0">
    <w:nsid w:val="25D93000"/>
    <w:multiLevelType w:val="hybridMultilevel"/>
    <w:tmpl w:val="64E2934E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DB64D34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2E4C65B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333942D9"/>
    <w:multiLevelType w:val="singleLevel"/>
    <w:tmpl w:val="5E7C52D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9" w15:restartNumberingAfterBreak="0">
    <w:nsid w:val="33EF1278"/>
    <w:multiLevelType w:val="hybridMultilevel"/>
    <w:tmpl w:val="94CAAB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5AA70E3"/>
    <w:multiLevelType w:val="multilevel"/>
    <w:tmpl w:val="25F23F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1" w15:restartNumberingAfterBreak="0">
    <w:nsid w:val="36C90337"/>
    <w:multiLevelType w:val="singleLevel"/>
    <w:tmpl w:val="13AE79D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2" w15:restartNumberingAfterBreak="0">
    <w:nsid w:val="375E5082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3" w15:restartNumberingAfterBreak="0">
    <w:nsid w:val="3BA564F3"/>
    <w:multiLevelType w:val="hybridMultilevel"/>
    <w:tmpl w:val="F50A2B7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 w15:restartNumberingAfterBreak="0">
    <w:nsid w:val="3E9A4F8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 w15:restartNumberingAfterBreak="0">
    <w:nsid w:val="3FAE29E5"/>
    <w:multiLevelType w:val="multilevel"/>
    <w:tmpl w:val="EC6C86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6" w15:restartNumberingAfterBreak="0">
    <w:nsid w:val="41743CED"/>
    <w:multiLevelType w:val="hybridMultilevel"/>
    <w:tmpl w:val="6C8A6D54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2B02A21"/>
    <w:multiLevelType w:val="hybridMultilevel"/>
    <w:tmpl w:val="C82A90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631764C"/>
    <w:multiLevelType w:val="hybridMultilevel"/>
    <w:tmpl w:val="3DB22C0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210C1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 w15:restartNumberingAfterBreak="0">
    <w:nsid w:val="5F5920F1"/>
    <w:multiLevelType w:val="hybridMultilevel"/>
    <w:tmpl w:val="76FC0B92"/>
    <w:lvl w:ilvl="0" w:tplc="C4128A0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64C7691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 w15:restartNumberingAfterBreak="0">
    <w:nsid w:val="67F85ED5"/>
    <w:multiLevelType w:val="singleLevel"/>
    <w:tmpl w:val="0C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3" w15:restartNumberingAfterBreak="0">
    <w:nsid w:val="6B462F76"/>
    <w:multiLevelType w:val="hybridMultilevel"/>
    <w:tmpl w:val="FC140EC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B9754A4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74901AAB"/>
    <w:multiLevelType w:val="hybridMultilevel"/>
    <w:tmpl w:val="2D86DBBA"/>
    <w:lvl w:ilvl="0" w:tplc="17349784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6" w15:restartNumberingAfterBreak="0">
    <w:nsid w:val="758C4650"/>
    <w:multiLevelType w:val="hybridMultilevel"/>
    <w:tmpl w:val="389E7390"/>
    <w:lvl w:ilvl="0" w:tplc="866662D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DA6197"/>
    <w:multiLevelType w:val="hybridMultilevel"/>
    <w:tmpl w:val="146E4016"/>
    <w:lvl w:ilvl="0" w:tplc="0C52102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32905542">
    <w:abstractNumId w:val="17"/>
  </w:num>
  <w:num w:numId="2" w16cid:durableId="526723008">
    <w:abstractNumId w:val="29"/>
  </w:num>
  <w:num w:numId="3" w16cid:durableId="97531074">
    <w:abstractNumId w:val="11"/>
  </w:num>
  <w:num w:numId="4" w16cid:durableId="1023749810">
    <w:abstractNumId w:val="16"/>
  </w:num>
  <w:num w:numId="5" w16cid:durableId="1193225213">
    <w:abstractNumId w:val="20"/>
  </w:num>
  <w:num w:numId="6" w16cid:durableId="1278178566">
    <w:abstractNumId w:val="25"/>
  </w:num>
  <w:num w:numId="7" w16cid:durableId="1571504827">
    <w:abstractNumId w:val="8"/>
  </w:num>
  <w:num w:numId="8" w16cid:durableId="796728798">
    <w:abstractNumId w:val="24"/>
  </w:num>
  <w:num w:numId="9" w16cid:durableId="851915864">
    <w:abstractNumId w:val="32"/>
  </w:num>
  <w:num w:numId="10" w16cid:durableId="541794751">
    <w:abstractNumId w:val="21"/>
  </w:num>
  <w:num w:numId="11" w16cid:durableId="1788306283">
    <w:abstractNumId w:val="14"/>
  </w:num>
  <w:num w:numId="12" w16cid:durableId="2037922857">
    <w:abstractNumId w:val="9"/>
  </w:num>
  <w:num w:numId="13" w16cid:durableId="446005159">
    <w:abstractNumId w:val="18"/>
  </w:num>
  <w:num w:numId="14" w16cid:durableId="1509713008">
    <w:abstractNumId w:val="34"/>
  </w:num>
  <w:num w:numId="15" w16cid:durableId="1499348067">
    <w:abstractNumId w:val="31"/>
  </w:num>
  <w:num w:numId="16" w16cid:durableId="942153948">
    <w:abstractNumId w:val="1"/>
  </w:num>
  <w:num w:numId="17" w16cid:durableId="748846621">
    <w:abstractNumId w:val="22"/>
  </w:num>
  <w:num w:numId="18" w16cid:durableId="485753698">
    <w:abstractNumId w:val="27"/>
  </w:num>
  <w:num w:numId="19" w16cid:durableId="812798423">
    <w:abstractNumId w:val="23"/>
  </w:num>
  <w:num w:numId="20" w16cid:durableId="1825271596">
    <w:abstractNumId w:val="0"/>
  </w:num>
  <w:num w:numId="21" w16cid:durableId="97649034">
    <w:abstractNumId w:val="2"/>
  </w:num>
  <w:num w:numId="22" w16cid:durableId="1660646954">
    <w:abstractNumId w:val="7"/>
  </w:num>
  <w:num w:numId="23" w16cid:durableId="124936901">
    <w:abstractNumId w:val="35"/>
  </w:num>
  <w:num w:numId="24" w16cid:durableId="360013029">
    <w:abstractNumId w:val="4"/>
  </w:num>
  <w:num w:numId="25" w16cid:durableId="2016230134">
    <w:abstractNumId w:val="30"/>
  </w:num>
  <w:num w:numId="26" w16cid:durableId="2014871188">
    <w:abstractNumId w:val="10"/>
  </w:num>
  <w:num w:numId="27" w16cid:durableId="1664429932">
    <w:abstractNumId w:val="5"/>
  </w:num>
  <w:num w:numId="28" w16cid:durableId="1008944635">
    <w:abstractNumId w:val="3"/>
  </w:num>
  <w:num w:numId="29" w16cid:durableId="445271461">
    <w:abstractNumId w:val="19"/>
  </w:num>
  <w:num w:numId="30" w16cid:durableId="642583310">
    <w:abstractNumId w:val="15"/>
  </w:num>
  <w:num w:numId="31" w16cid:durableId="1273636227">
    <w:abstractNumId w:val="33"/>
  </w:num>
  <w:num w:numId="32" w16cid:durableId="417361785">
    <w:abstractNumId w:val="12"/>
  </w:num>
  <w:num w:numId="33" w16cid:durableId="182482224">
    <w:abstractNumId w:val="26"/>
  </w:num>
  <w:num w:numId="34" w16cid:durableId="934827802">
    <w:abstractNumId w:val="28"/>
  </w:num>
  <w:num w:numId="35" w16cid:durableId="1589387931">
    <w:abstractNumId w:val="36"/>
  </w:num>
  <w:num w:numId="36" w16cid:durableId="1507935161">
    <w:abstractNumId w:val="13"/>
  </w:num>
  <w:num w:numId="37" w16cid:durableId="1966961185">
    <w:abstractNumId w:val="6"/>
  </w:num>
  <w:num w:numId="38" w16cid:durableId="184485651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attachedTemplate r:id="rId1"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F1F"/>
    <w:rsid w:val="00034C1B"/>
    <w:rsid w:val="00052392"/>
    <w:rsid w:val="0009659B"/>
    <w:rsid w:val="000A24FD"/>
    <w:rsid w:val="000B25AE"/>
    <w:rsid w:val="000C3C90"/>
    <w:rsid w:val="00114A70"/>
    <w:rsid w:val="001173E9"/>
    <w:rsid w:val="001204EE"/>
    <w:rsid w:val="00134673"/>
    <w:rsid w:val="00153A4D"/>
    <w:rsid w:val="001555C6"/>
    <w:rsid w:val="0019051C"/>
    <w:rsid w:val="001D2854"/>
    <w:rsid w:val="001D70AA"/>
    <w:rsid w:val="001D7709"/>
    <w:rsid w:val="001E7182"/>
    <w:rsid w:val="001F11F5"/>
    <w:rsid w:val="001F3C08"/>
    <w:rsid w:val="00221A3E"/>
    <w:rsid w:val="00227F22"/>
    <w:rsid w:val="0024176D"/>
    <w:rsid w:val="00242C6E"/>
    <w:rsid w:val="00267A68"/>
    <w:rsid w:val="002947FF"/>
    <w:rsid w:val="002A2D6A"/>
    <w:rsid w:val="002A3499"/>
    <w:rsid w:val="002B15B1"/>
    <w:rsid w:val="002C25BB"/>
    <w:rsid w:val="002C716F"/>
    <w:rsid w:val="00314C72"/>
    <w:rsid w:val="00315618"/>
    <w:rsid w:val="003603E4"/>
    <w:rsid w:val="0037688F"/>
    <w:rsid w:val="00380DA7"/>
    <w:rsid w:val="00384F44"/>
    <w:rsid w:val="003A141E"/>
    <w:rsid w:val="003A7974"/>
    <w:rsid w:val="003B6150"/>
    <w:rsid w:val="003E7D8D"/>
    <w:rsid w:val="00455BA8"/>
    <w:rsid w:val="004645F4"/>
    <w:rsid w:val="004C33B9"/>
    <w:rsid w:val="004C71F2"/>
    <w:rsid w:val="004E2200"/>
    <w:rsid w:val="00517FDE"/>
    <w:rsid w:val="00523A47"/>
    <w:rsid w:val="00525B64"/>
    <w:rsid w:val="00534F24"/>
    <w:rsid w:val="00554528"/>
    <w:rsid w:val="00574AD4"/>
    <w:rsid w:val="00593697"/>
    <w:rsid w:val="005B262C"/>
    <w:rsid w:val="006058DE"/>
    <w:rsid w:val="0060661A"/>
    <w:rsid w:val="0067608F"/>
    <w:rsid w:val="0069204C"/>
    <w:rsid w:val="006B04FD"/>
    <w:rsid w:val="006B35CA"/>
    <w:rsid w:val="006D689B"/>
    <w:rsid w:val="006E0337"/>
    <w:rsid w:val="00712AE4"/>
    <w:rsid w:val="00742830"/>
    <w:rsid w:val="00765311"/>
    <w:rsid w:val="007724A1"/>
    <w:rsid w:val="00775872"/>
    <w:rsid w:val="007974E3"/>
    <w:rsid w:val="00837F1F"/>
    <w:rsid w:val="00850DAB"/>
    <w:rsid w:val="008519E1"/>
    <w:rsid w:val="00852C29"/>
    <w:rsid w:val="00856AA7"/>
    <w:rsid w:val="008C639B"/>
    <w:rsid w:val="00936D6F"/>
    <w:rsid w:val="009476FC"/>
    <w:rsid w:val="00980C5C"/>
    <w:rsid w:val="009A352B"/>
    <w:rsid w:val="009B08C9"/>
    <w:rsid w:val="009C5224"/>
    <w:rsid w:val="009F5D2C"/>
    <w:rsid w:val="00A062C9"/>
    <w:rsid w:val="00A73B38"/>
    <w:rsid w:val="00A91DFA"/>
    <w:rsid w:val="00AC074F"/>
    <w:rsid w:val="00AD11EE"/>
    <w:rsid w:val="00AE5054"/>
    <w:rsid w:val="00B36DFE"/>
    <w:rsid w:val="00B37ED8"/>
    <w:rsid w:val="00B5521F"/>
    <w:rsid w:val="00BA67F1"/>
    <w:rsid w:val="00BC547B"/>
    <w:rsid w:val="00BE0B5D"/>
    <w:rsid w:val="00BE0BE4"/>
    <w:rsid w:val="00BF0F88"/>
    <w:rsid w:val="00BF1462"/>
    <w:rsid w:val="00C61915"/>
    <w:rsid w:val="00C641A3"/>
    <w:rsid w:val="00C65C4A"/>
    <w:rsid w:val="00C90A23"/>
    <w:rsid w:val="00C9147B"/>
    <w:rsid w:val="00C93D45"/>
    <w:rsid w:val="00CB5152"/>
    <w:rsid w:val="00CB6BBE"/>
    <w:rsid w:val="00D13E8B"/>
    <w:rsid w:val="00D24370"/>
    <w:rsid w:val="00D51107"/>
    <w:rsid w:val="00D569B8"/>
    <w:rsid w:val="00DD060B"/>
    <w:rsid w:val="00DD0D5E"/>
    <w:rsid w:val="00E2260E"/>
    <w:rsid w:val="00E5754A"/>
    <w:rsid w:val="00E70BD4"/>
    <w:rsid w:val="00E81AF1"/>
    <w:rsid w:val="00E8223F"/>
    <w:rsid w:val="00EA1588"/>
    <w:rsid w:val="00EC0FC1"/>
    <w:rsid w:val="00ED548E"/>
    <w:rsid w:val="00EE2A8F"/>
    <w:rsid w:val="00F04661"/>
    <w:rsid w:val="00F36192"/>
    <w:rsid w:val="00F543DC"/>
    <w:rsid w:val="00F77E83"/>
    <w:rsid w:val="00FA75F8"/>
    <w:rsid w:val="00FE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EDEF5C"/>
  <w14:defaultImageDpi w14:val="0"/>
  <w15:docId w15:val="{10749D11-310E-47FB-A2D1-3EF95C98C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macro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/>
    <w:lsdException w:name="Body Text" w:semiHidden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2" w:semiHidden="1"/>
    <w:lsdException w:name="Body Text Indent 2" w:semiHidden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keepNext/>
      <w:jc w:val="center"/>
      <w:outlineLvl w:val="0"/>
    </w:pPr>
    <w:rPr>
      <w:b/>
      <w:bCs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9"/>
    <w:qFormat/>
    <w:pPr>
      <w:keepNext/>
      <w:outlineLvl w:val="1"/>
    </w:pPr>
    <w:rPr>
      <w:sz w:val="24"/>
      <w:szCs w:val="24"/>
    </w:rPr>
  </w:style>
  <w:style w:type="paragraph" w:styleId="Pealkiri3">
    <w:name w:val="heading 3"/>
    <w:basedOn w:val="Normaallaad"/>
    <w:next w:val="Normaallaad"/>
    <w:link w:val="Pealkiri3Mrk"/>
    <w:uiPriority w:val="99"/>
    <w:qFormat/>
    <w:pPr>
      <w:keepNext/>
      <w:jc w:val="both"/>
      <w:outlineLvl w:val="2"/>
    </w:pPr>
    <w:rPr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9"/>
    <w:qFormat/>
    <w:pPr>
      <w:keepNext/>
      <w:jc w:val="both"/>
      <w:outlineLvl w:val="3"/>
    </w:pPr>
    <w:rPr>
      <w:b/>
      <w:bCs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t-EE" w:eastAsia="x-none"/>
    </w:rPr>
  </w:style>
  <w:style w:type="character" w:customStyle="1" w:styleId="Pealkiri2Mrk">
    <w:name w:val="Pealkiri 2 Märk"/>
    <w:basedOn w:val="Liguvaikefont"/>
    <w:link w:val="Pealkiri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et-EE" w:eastAsia="x-none"/>
    </w:rPr>
  </w:style>
  <w:style w:type="character" w:customStyle="1" w:styleId="Pealkiri3Mrk">
    <w:name w:val="Pealkiri 3 Märk"/>
    <w:basedOn w:val="Liguvaikefont"/>
    <w:link w:val="Pealkiri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et-EE" w:eastAsia="x-none"/>
    </w:rPr>
  </w:style>
  <w:style w:type="character" w:customStyle="1" w:styleId="Pealkiri4Mrk">
    <w:name w:val="Pealkiri 4 Märk"/>
    <w:basedOn w:val="Liguvaikefont"/>
    <w:link w:val="Pealkiri4"/>
    <w:uiPriority w:val="9"/>
    <w:semiHidden/>
    <w:locked/>
    <w:rPr>
      <w:rFonts w:cs="Times New Roman"/>
      <w:b/>
      <w:bCs/>
      <w:sz w:val="28"/>
      <w:szCs w:val="28"/>
      <w:lang w:val="et-EE" w:eastAsia="x-none"/>
    </w:rPr>
  </w:style>
  <w:style w:type="paragraph" w:styleId="Kehatekst">
    <w:name w:val="Body Text"/>
    <w:basedOn w:val="Normaallaad"/>
    <w:link w:val="KehatekstMrk"/>
    <w:uiPriority w:val="99"/>
    <w:pPr>
      <w:jc w:val="both"/>
    </w:pPr>
    <w:rPr>
      <w:sz w:val="24"/>
      <w:szCs w:val="24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Pr>
      <w:rFonts w:ascii="Times New Roman" w:hAnsi="Times New Roman" w:cs="Times New Roman"/>
      <w:sz w:val="20"/>
      <w:szCs w:val="20"/>
      <w:lang w:val="et-EE" w:eastAsia="x-none"/>
    </w:rPr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semiHidden/>
    <w:locked/>
    <w:rPr>
      <w:rFonts w:ascii="Times New Roman" w:hAnsi="Times New Roman" w:cs="Times New Roman"/>
      <w:sz w:val="20"/>
      <w:szCs w:val="20"/>
      <w:lang w:val="et-EE" w:eastAsia="x-none"/>
    </w:rPr>
  </w:style>
  <w:style w:type="character" w:styleId="Lehekljenumber">
    <w:name w:val="page number"/>
    <w:basedOn w:val="Liguvaikefont"/>
    <w:uiPriority w:val="99"/>
    <w:rPr>
      <w:rFonts w:cs="Times New Roman"/>
    </w:r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locked/>
    <w:rPr>
      <w:rFonts w:ascii="Times New Roman" w:hAnsi="Times New Roman" w:cs="Times New Roman"/>
      <w:sz w:val="20"/>
      <w:szCs w:val="20"/>
      <w:lang w:val="et-EE" w:eastAsia="x-none"/>
    </w:rPr>
  </w:style>
  <w:style w:type="paragraph" w:styleId="Dokumendiplaan">
    <w:name w:val="Document Map"/>
    <w:basedOn w:val="Normaallaad"/>
    <w:link w:val="DokumendiplaanMrk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DokumendiplaanMrk">
    <w:name w:val="Dokumendiplaan Märk"/>
    <w:basedOn w:val="Liguvaikefont"/>
    <w:link w:val="Dokumendiplaan"/>
    <w:uiPriority w:val="99"/>
    <w:semiHidden/>
    <w:locked/>
    <w:rPr>
      <w:rFonts w:ascii="Tahoma" w:hAnsi="Tahoma" w:cs="Tahoma"/>
      <w:sz w:val="16"/>
      <w:szCs w:val="16"/>
      <w:lang w:val="et-EE" w:eastAsia="x-none"/>
    </w:rPr>
  </w:style>
  <w:style w:type="character" w:styleId="Hperlink">
    <w:name w:val="Hyperlink"/>
    <w:basedOn w:val="Liguvaikefont"/>
    <w:uiPriority w:val="99"/>
    <w:rPr>
      <w:rFonts w:cs="Times New Roman"/>
      <w:color w:val="0000FF"/>
      <w:u w:val="single"/>
    </w:rPr>
  </w:style>
  <w:style w:type="character" w:styleId="Klastatudhperlink">
    <w:name w:val="FollowedHyperlink"/>
    <w:basedOn w:val="Liguvaikefont"/>
    <w:uiPriority w:val="99"/>
    <w:rPr>
      <w:rFonts w:cs="Times New Roman"/>
      <w:color w:val="800080"/>
      <w:u w:val="single"/>
    </w:rPr>
  </w:style>
  <w:style w:type="paragraph" w:styleId="Kehatekst2">
    <w:name w:val="Body Text 2"/>
    <w:basedOn w:val="Normaallaad"/>
    <w:link w:val="Kehatekst2Mrk"/>
    <w:uiPriority w:val="99"/>
    <w:pPr>
      <w:suppressAutoHyphens/>
    </w:pPr>
    <w:rPr>
      <w:sz w:val="22"/>
      <w:szCs w:val="22"/>
      <w:lang w:eastAsia="ar-SA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Pr>
      <w:rFonts w:ascii="Times New Roman" w:hAnsi="Times New Roman" w:cs="Times New Roman"/>
      <w:sz w:val="20"/>
      <w:szCs w:val="20"/>
      <w:lang w:val="et-EE" w:eastAsia="x-none"/>
    </w:rPr>
  </w:style>
  <w:style w:type="paragraph" w:styleId="Loend">
    <w:name w:val="List"/>
    <w:basedOn w:val="Kehatekst"/>
    <w:uiPriority w:val="99"/>
    <w:pPr>
      <w:suppressAutoHyphens/>
      <w:spacing w:after="120"/>
      <w:jc w:val="left"/>
    </w:pPr>
    <w:rPr>
      <w:lang w:eastAsia="ar-SA"/>
    </w:rPr>
  </w:style>
  <w:style w:type="paragraph" w:styleId="Taandegakehatekst2">
    <w:name w:val="Body Text Indent 2"/>
    <w:basedOn w:val="Normaallaad"/>
    <w:link w:val="Taandegakehatekst2Mrk"/>
    <w:uiPriority w:val="99"/>
    <w:pPr>
      <w:ind w:left="567"/>
    </w:pPr>
    <w:rPr>
      <w:sz w:val="24"/>
      <w:szCs w:val="24"/>
    </w:r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locked/>
    <w:rPr>
      <w:rFonts w:ascii="Times New Roman" w:hAnsi="Times New Roman" w:cs="Times New Roman"/>
      <w:sz w:val="20"/>
      <w:szCs w:val="20"/>
      <w:lang w:val="et-EE" w:eastAsia="x-none"/>
    </w:rPr>
  </w:style>
  <w:style w:type="paragraph" w:customStyle="1" w:styleId="xl24">
    <w:name w:val="xl24"/>
    <w:basedOn w:val="Normaallaad"/>
    <w:uiPriority w:val="99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5">
    <w:name w:val="xl25"/>
    <w:basedOn w:val="Normaallaad"/>
    <w:uiPriority w:val="99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6">
    <w:name w:val="xl26"/>
    <w:basedOn w:val="Normaallaad"/>
    <w:uiPriority w:val="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  <w:lang w:val="en-GB"/>
    </w:rPr>
  </w:style>
  <w:style w:type="paragraph" w:customStyle="1" w:styleId="xl27">
    <w:name w:val="xl27"/>
    <w:basedOn w:val="Normaallaad"/>
    <w:uiPriority w:val="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 w:cs="Arial Unicode MS"/>
      <w:sz w:val="24"/>
      <w:szCs w:val="24"/>
      <w:lang w:val="en-GB"/>
    </w:rPr>
  </w:style>
  <w:style w:type="paragraph" w:customStyle="1" w:styleId="xl28">
    <w:name w:val="xl28"/>
    <w:basedOn w:val="Normaallaad"/>
    <w:uiPriority w:val="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  <w:lang w:val="en-GB"/>
    </w:rPr>
  </w:style>
  <w:style w:type="paragraph" w:customStyle="1" w:styleId="xl29">
    <w:name w:val="xl29"/>
    <w:basedOn w:val="Normaallaad"/>
    <w:uiPriority w:val="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  <w:lang w:val="en-GB"/>
    </w:rPr>
  </w:style>
  <w:style w:type="paragraph" w:customStyle="1" w:styleId="xl30">
    <w:name w:val="xl30"/>
    <w:basedOn w:val="Normaallaad"/>
    <w:uiPriority w:val="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  <w:lang w:val="en-GB"/>
    </w:rPr>
  </w:style>
  <w:style w:type="paragraph" w:customStyle="1" w:styleId="xl31">
    <w:name w:val="xl31"/>
    <w:basedOn w:val="Normaallaad"/>
    <w:uiPriority w:val="99"/>
    <w:pP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  <w:lang w:val="en-GB"/>
    </w:rPr>
  </w:style>
  <w:style w:type="paragraph" w:customStyle="1" w:styleId="xl32">
    <w:name w:val="xl32"/>
    <w:basedOn w:val="Normaallaad"/>
    <w:uiPriority w:val="9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  <w:lang w:val="en-GB"/>
    </w:rPr>
  </w:style>
  <w:style w:type="paragraph" w:customStyle="1" w:styleId="xl33">
    <w:name w:val="xl33"/>
    <w:basedOn w:val="Normaallaad"/>
    <w:uiPriority w:val="9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 w:cs="Arial Unicode MS"/>
      <w:sz w:val="24"/>
      <w:szCs w:val="24"/>
      <w:lang w:val="en-GB"/>
    </w:rPr>
  </w:style>
  <w:style w:type="paragraph" w:customStyle="1" w:styleId="xl34">
    <w:name w:val="xl34"/>
    <w:basedOn w:val="Normaallaad"/>
    <w:uiPriority w:val="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  <w:lang w:val="en-GB"/>
    </w:rPr>
  </w:style>
  <w:style w:type="paragraph" w:customStyle="1" w:styleId="xl35">
    <w:name w:val="xl35"/>
    <w:basedOn w:val="Normaallaad"/>
    <w:uiPriority w:val="99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  <w:lang w:val="en-GB"/>
    </w:rPr>
  </w:style>
  <w:style w:type="paragraph" w:customStyle="1" w:styleId="xl36">
    <w:name w:val="xl36"/>
    <w:basedOn w:val="Normaallaad"/>
    <w:uiPriority w:val="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  <w:lang w:val="en-GB"/>
    </w:rPr>
  </w:style>
  <w:style w:type="paragraph" w:customStyle="1" w:styleId="xl37">
    <w:name w:val="xl37"/>
    <w:basedOn w:val="Normaallaad"/>
    <w:uiPriority w:val="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  <w:lang w:val="en-GB"/>
    </w:rPr>
  </w:style>
  <w:style w:type="paragraph" w:customStyle="1" w:styleId="xl38">
    <w:name w:val="xl38"/>
    <w:basedOn w:val="Normaallaad"/>
    <w:uiPriority w:val="9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  <w:lang w:val="en-GB"/>
    </w:rPr>
  </w:style>
  <w:style w:type="paragraph" w:customStyle="1" w:styleId="xl39">
    <w:name w:val="xl39"/>
    <w:basedOn w:val="Normaallaad"/>
    <w:uiPriority w:val="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  <w:lang w:val="en-GB"/>
    </w:rPr>
  </w:style>
  <w:style w:type="paragraph" w:customStyle="1" w:styleId="xl40">
    <w:name w:val="xl40"/>
    <w:basedOn w:val="Normaallaad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  <w:lang w:val="en-GB"/>
    </w:rPr>
  </w:style>
  <w:style w:type="paragraph" w:customStyle="1" w:styleId="xl41">
    <w:name w:val="xl41"/>
    <w:basedOn w:val="Normaallaad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  <w:lang w:val="en-GB"/>
    </w:rPr>
  </w:style>
  <w:style w:type="paragraph" w:customStyle="1" w:styleId="xl43">
    <w:name w:val="xl43"/>
    <w:basedOn w:val="Normaallaad"/>
    <w:uiPriority w:val="99"/>
    <w:pPr>
      <w:spacing w:before="100" w:beforeAutospacing="1" w:after="100" w:afterAutospacing="1"/>
      <w:jc w:val="right"/>
    </w:pPr>
    <w:rPr>
      <w:rFonts w:ascii="Arial Unicode MS" w:hAnsi="Arial Unicode MS" w:cs="Arial Unicode MS"/>
      <w:sz w:val="24"/>
      <w:szCs w:val="24"/>
      <w:lang w:val="en-GB"/>
    </w:rPr>
  </w:style>
  <w:style w:type="table" w:styleId="Kontuurtabel">
    <w:name w:val="Table Grid"/>
    <w:basedOn w:val="Normaaltabel"/>
    <w:uiPriority w:val="59"/>
    <w:rsid w:val="00EC0F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B5152"/>
    <w:rPr>
      <w:rFonts w:cs="Times New Roman"/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4C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844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1%20-%20RAPLA%20vallamaja\1.4%20-%20Kantselei\Dokumendihalduse%20kord%202020\MALLID\LISA_7_Vkir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LISA_7_Vkiri</Template>
  <TotalTime>25</TotalTime>
  <Pages>1</Pages>
  <Words>121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 </vt:lpstr>
    </vt:vector>
  </TitlesOfParts>
  <Company>Jüri Legonkov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Gert Villard</dc:creator>
  <cp:keywords/>
  <dc:description/>
  <cp:lastModifiedBy>Gert Villard</cp:lastModifiedBy>
  <cp:revision>2</cp:revision>
  <cp:lastPrinted>2019-07-04T12:48:00Z</cp:lastPrinted>
  <dcterms:created xsi:type="dcterms:W3CDTF">2025-03-04T08:20:00Z</dcterms:created>
  <dcterms:modified xsi:type="dcterms:W3CDTF">2025-03-04T08:48:00Z</dcterms:modified>
</cp:coreProperties>
</file>